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5DD87" w14:textId="2C582221" w:rsidR="003F10CA" w:rsidRPr="00B820F4" w:rsidRDefault="009076A5" w:rsidP="00957026">
      <w:pPr>
        <w:pStyle w:val="Nagwek1"/>
        <w:spacing w:line="360" w:lineRule="auto"/>
        <w:rPr>
          <w:rFonts w:asciiTheme="minorHAnsi" w:hAnsiTheme="minorHAnsi"/>
          <w:szCs w:val="36"/>
        </w:rPr>
      </w:pPr>
      <w:r w:rsidRPr="00B820F4">
        <w:rPr>
          <w:rFonts w:asciiTheme="minorHAnsi" w:hAnsiTheme="minorHAnsi"/>
          <w:szCs w:val="36"/>
        </w:rPr>
        <w:t xml:space="preserve">Załącznik </w:t>
      </w:r>
      <w:r w:rsidR="009B7886" w:rsidRPr="00B820F4">
        <w:rPr>
          <w:rFonts w:asciiTheme="minorHAnsi" w:hAnsiTheme="minorHAnsi"/>
          <w:szCs w:val="36"/>
        </w:rPr>
        <w:t>2</w:t>
      </w:r>
      <w:r w:rsidRPr="00B820F4">
        <w:rPr>
          <w:rFonts w:asciiTheme="minorHAnsi" w:hAnsiTheme="minorHAnsi"/>
          <w:szCs w:val="36"/>
        </w:rPr>
        <w:t xml:space="preserve"> do Zapytania ofertowego </w:t>
      </w:r>
      <w:proofErr w:type="spellStart"/>
      <w:r w:rsidRPr="00B820F4">
        <w:rPr>
          <w:rFonts w:asciiTheme="minorHAnsi" w:hAnsiTheme="minorHAnsi"/>
          <w:szCs w:val="36"/>
        </w:rPr>
        <w:t>WSNoZ</w:t>
      </w:r>
      <w:proofErr w:type="spellEnd"/>
      <w:r w:rsidRPr="00B820F4">
        <w:rPr>
          <w:rFonts w:asciiTheme="minorHAnsi" w:hAnsiTheme="minorHAnsi"/>
          <w:szCs w:val="36"/>
        </w:rPr>
        <w:t>/</w:t>
      </w:r>
      <w:r w:rsidR="0095140B" w:rsidRPr="00B820F4">
        <w:rPr>
          <w:rFonts w:asciiTheme="minorHAnsi" w:hAnsiTheme="minorHAnsi"/>
          <w:szCs w:val="36"/>
        </w:rPr>
        <w:t>4</w:t>
      </w:r>
      <w:r w:rsidRPr="00B820F4">
        <w:rPr>
          <w:rFonts w:asciiTheme="minorHAnsi" w:hAnsiTheme="minorHAnsi"/>
          <w:szCs w:val="36"/>
        </w:rPr>
        <w:t>/11/2025</w:t>
      </w:r>
      <w:r w:rsidR="009B7886" w:rsidRPr="00B820F4">
        <w:rPr>
          <w:rFonts w:asciiTheme="minorHAnsi" w:hAnsiTheme="minorHAnsi"/>
          <w:szCs w:val="36"/>
        </w:rPr>
        <w:t xml:space="preserve"> - Formularz Ofertowy</w:t>
      </w:r>
    </w:p>
    <w:p w14:paraId="6BFCDE7C" w14:textId="5C310038" w:rsidR="0098541A" w:rsidRPr="00B820F4" w:rsidRDefault="000A6C65" w:rsidP="00957026">
      <w:pPr>
        <w:pStyle w:val="Nagwek2"/>
        <w:spacing w:line="360" w:lineRule="auto"/>
        <w:rPr>
          <w:rFonts w:asciiTheme="minorHAnsi" w:hAnsiTheme="minorHAnsi"/>
        </w:rPr>
      </w:pPr>
      <w:r w:rsidRPr="00B820F4">
        <w:rPr>
          <w:rStyle w:val="Nagwek2Znak"/>
          <w:rFonts w:asciiTheme="minorHAnsi" w:hAnsiTheme="minorHAnsi"/>
          <w:b/>
          <w:bCs/>
          <w:lang w:val="pl-PL"/>
        </w:rPr>
        <w:t>Dane wykonawcy</w:t>
      </w:r>
    </w:p>
    <w:p w14:paraId="679728B9" w14:textId="47FCA700" w:rsidR="00640E6E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Pełna nazwa wykonawcy:</w:t>
      </w:r>
    </w:p>
    <w:p w14:paraId="2D0232E0" w14:textId="429F9759" w:rsidR="00640E6E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REGON:</w:t>
      </w:r>
    </w:p>
    <w:p w14:paraId="486683E8" w14:textId="7F7DFDD5" w:rsidR="00640E6E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NIP:</w:t>
      </w:r>
    </w:p>
    <w:p w14:paraId="1FDF2E87" w14:textId="1F7FBFAE" w:rsidR="00640E6E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telefonu:</w:t>
      </w:r>
    </w:p>
    <w:p w14:paraId="5008C350" w14:textId="02E92DE3" w:rsidR="00640E6E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Numer faksu (pole opcjonalne):</w:t>
      </w:r>
    </w:p>
    <w:p w14:paraId="4B4732FB" w14:textId="46920F5E" w:rsidR="00817A8C" w:rsidRPr="00B820F4" w:rsidRDefault="00640E6E" w:rsidP="00957026">
      <w:pPr>
        <w:pStyle w:val="Akapitzlist"/>
        <w:numPr>
          <w:ilvl w:val="0"/>
          <w:numId w:val="30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Adres poczty elektronicznej:</w:t>
      </w:r>
    </w:p>
    <w:p w14:paraId="20879971" w14:textId="183C45C5" w:rsidR="00817A8C" w:rsidRPr="00B820F4" w:rsidRDefault="00817A8C" w:rsidP="00957026">
      <w:pPr>
        <w:pStyle w:val="Nagwek2"/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Oferta</w:t>
      </w:r>
    </w:p>
    <w:p w14:paraId="0551FC58" w14:textId="35BA91DA" w:rsidR="00817A8C" w:rsidRPr="00B820F4" w:rsidRDefault="00817A8C" w:rsidP="00957026">
      <w:p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 xml:space="preserve">W imieniu Wykonawcy lub Wykonawców oferuję wykonanie przedmiotu zamówienia w ramach postępowania </w:t>
      </w:r>
      <w:proofErr w:type="spellStart"/>
      <w:r w:rsidRPr="00B820F4">
        <w:rPr>
          <w:rFonts w:asciiTheme="minorHAnsi" w:hAnsiTheme="minorHAnsi" w:cstheme="minorHAnsi"/>
        </w:rPr>
        <w:t>WSNoZ</w:t>
      </w:r>
      <w:proofErr w:type="spellEnd"/>
      <w:r w:rsidRPr="00B820F4">
        <w:rPr>
          <w:rFonts w:asciiTheme="minorHAnsi" w:hAnsiTheme="minorHAnsi" w:cstheme="minorHAnsi"/>
        </w:rPr>
        <w:t>/</w:t>
      </w:r>
      <w:r w:rsidR="0095140B" w:rsidRPr="00B820F4">
        <w:rPr>
          <w:rFonts w:asciiTheme="minorHAnsi" w:hAnsiTheme="minorHAnsi" w:cstheme="minorHAnsi"/>
        </w:rPr>
        <w:t>4</w:t>
      </w:r>
      <w:r w:rsidRPr="00B820F4">
        <w:rPr>
          <w:rFonts w:asciiTheme="minorHAnsi" w:hAnsiTheme="minorHAnsi" w:cstheme="minorHAnsi"/>
        </w:rPr>
        <w:t>/</w:t>
      </w:r>
      <w:r w:rsidR="00B66C65" w:rsidRPr="00B820F4">
        <w:rPr>
          <w:rFonts w:asciiTheme="minorHAnsi" w:hAnsiTheme="minorHAnsi" w:cstheme="minorHAnsi"/>
        </w:rPr>
        <w:t>11</w:t>
      </w:r>
      <w:r w:rsidRPr="00B820F4">
        <w:rPr>
          <w:rFonts w:asciiTheme="minorHAnsi" w:hAnsiTheme="minorHAnsi" w:cstheme="minorHAnsi"/>
        </w:rPr>
        <w:t xml:space="preserve">/2025 </w:t>
      </w:r>
      <w:r w:rsidR="00B66C65" w:rsidRPr="00B820F4">
        <w:rPr>
          <w:rFonts w:asciiTheme="minorHAnsi" w:hAnsiTheme="minorHAnsi" w:cstheme="minorHAnsi"/>
        </w:rPr>
        <w:t>według cen zawartych w części</w:t>
      </w:r>
      <w:r w:rsidR="0095140B" w:rsidRPr="00B820F4">
        <w:rPr>
          <w:rFonts w:asciiTheme="minorHAnsi" w:hAnsiTheme="minorHAnsi" w:cstheme="minorHAnsi"/>
        </w:rPr>
        <w:t xml:space="preserve"> </w:t>
      </w:r>
      <w:r w:rsidR="00B66C65" w:rsidRPr="00B820F4">
        <w:rPr>
          <w:rFonts w:asciiTheme="minorHAnsi" w:hAnsiTheme="minorHAnsi" w:cstheme="minorHAnsi"/>
        </w:rPr>
        <w:t>jeden</w:t>
      </w:r>
      <w:r w:rsidR="0095140B" w:rsidRPr="00B820F4">
        <w:rPr>
          <w:rFonts w:asciiTheme="minorHAnsi" w:hAnsiTheme="minorHAnsi" w:cstheme="minorHAnsi"/>
        </w:rPr>
        <w:t xml:space="preserve"> </w:t>
      </w:r>
      <w:r w:rsidR="00B66C65" w:rsidRPr="00B820F4">
        <w:rPr>
          <w:rFonts w:asciiTheme="minorHAnsi" w:hAnsiTheme="minorHAnsi" w:cstheme="minorHAnsi"/>
        </w:rPr>
        <w:t>niniejszego dokumentu.</w:t>
      </w:r>
    </w:p>
    <w:p w14:paraId="4FDD9130" w14:textId="54562D52" w:rsidR="00A07978" w:rsidRPr="00B820F4" w:rsidRDefault="00640E6E" w:rsidP="00957026">
      <w:pPr>
        <w:pStyle w:val="Nagwek2"/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Część numer 1 –</w:t>
      </w:r>
      <w:r w:rsidR="0095140B" w:rsidRPr="00B820F4">
        <w:rPr>
          <w:rFonts w:asciiTheme="minorHAnsi" w:hAnsiTheme="minorHAnsi"/>
        </w:rPr>
        <w:t xml:space="preserve"> </w:t>
      </w:r>
      <w:r w:rsidR="0095140B" w:rsidRPr="00B820F4">
        <w:rPr>
          <w:rFonts w:asciiTheme="minorHAnsi" w:hAnsiTheme="minorHAnsi"/>
        </w:rPr>
        <w:t>Tabliczki na drzwi i ściany z pismem Braille’a – 350 sztuk</w:t>
      </w:r>
    </w:p>
    <w:p w14:paraId="1C5A572D" w14:textId="69E4FB9A" w:rsidR="00AA301B" w:rsidRPr="00B820F4" w:rsidRDefault="0095140B" w:rsidP="00957026">
      <w:pPr>
        <w:pStyle w:val="Akapitzlist"/>
        <w:numPr>
          <w:ilvl w:val="0"/>
          <w:numId w:val="3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Tabliczki na drzwi i ściany z pismem Braille’a – 350 sztuk</w:t>
      </w:r>
    </w:p>
    <w:p w14:paraId="61F8E217" w14:textId="6A530714" w:rsidR="00AA301B" w:rsidRPr="00B820F4" w:rsidRDefault="00AA301B" w:rsidP="00957026">
      <w:pPr>
        <w:pStyle w:val="Akapitzlist"/>
        <w:numPr>
          <w:ilvl w:val="1"/>
          <w:numId w:val="3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Cena całkowita za wykonanie przedmiotu zamówienia brutto w złotych polskich (PLN):</w:t>
      </w:r>
    </w:p>
    <w:p w14:paraId="4B55A69E" w14:textId="6C6461F0" w:rsidR="00B66C65" w:rsidRPr="00B820F4" w:rsidRDefault="00B66C65" w:rsidP="00957026">
      <w:pPr>
        <w:pStyle w:val="Akapitzlist"/>
        <w:spacing w:line="360" w:lineRule="auto"/>
        <w:rPr>
          <w:rFonts w:asciiTheme="minorHAnsi" w:hAnsiTheme="minorHAnsi" w:cstheme="minorHAnsi"/>
        </w:rPr>
      </w:pPr>
    </w:p>
    <w:p w14:paraId="3FB47A6C" w14:textId="620E2E65" w:rsidR="0095140B" w:rsidRPr="00B820F4" w:rsidRDefault="00AA301B" w:rsidP="00957026">
      <w:pPr>
        <w:pStyle w:val="Akapitzlist"/>
        <w:numPr>
          <w:ilvl w:val="1"/>
          <w:numId w:val="3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Cena brutto jednej sztuki w złotych polskich (PLN):</w:t>
      </w:r>
    </w:p>
    <w:p w14:paraId="09C96172" w14:textId="77777777" w:rsidR="0095140B" w:rsidRPr="00B820F4" w:rsidRDefault="0095140B" w:rsidP="00957026">
      <w:pPr>
        <w:pStyle w:val="Akapitzlist"/>
        <w:spacing w:line="360" w:lineRule="auto"/>
        <w:rPr>
          <w:rFonts w:asciiTheme="minorHAnsi" w:hAnsiTheme="minorHAnsi" w:cstheme="minorHAnsi"/>
        </w:rPr>
      </w:pPr>
    </w:p>
    <w:p w14:paraId="39BB4A66" w14:textId="5516BC6C" w:rsidR="002C79A3" w:rsidRPr="00B820F4" w:rsidRDefault="000C7108" w:rsidP="00957026">
      <w:pPr>
        <w:pStyle w:val="Akapitzlist"/>
        <w:numPr>
          <w:ilvl w:val="1"/>
          <w:numId w:val="3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lastRenderedPageBreak/>
        <w:t>Oferowany okres gwarancji:</w:t>
      </w:r>
    </w:p>
    <w:p w14:paraId="471CDF9C" w14:textId="7455BDFA" w:rsidR="002C79A3" w:rsidRPr="00B820F4" w:rsidRDefault="002C79A3" w:rsidP="00957026">
      <w:pPr>
        <w:pStyle w:val="Akapitzlist"/>
        <w:numPr>
          <w:ilvl w:val="1"/>
          <w:numId w:val="3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sytuacji, gdy Wykonawca nie wskaże w ofercie okresu gwarancji, Zamawiający uzna, że Wykonawca oferuje minimalny okres gwarancji wymagany w treści Załącznika nr 1 do Zapytania ofertowego.</w:t>
      </w:r>
    </w:p>
    <w:p w14:paraId="7123DECA" w14:textId="35EFEA15" w:rsidR="008518FA" w:rsidRPr="00B820F4" w:rsidRDefault="008518FA" w:rsidP="00957026">
      <w:pPr>
        <w:pStyle w:val="Nagwek2"/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Oświadczenia i informacje</w:t>
      </w:r>
    </w:p>
    <w:p w14:paraId="66AFCAE8" w14:textId="77777777" w:rsidR="008518FA" w:rsidRPr="00B820F4" w:rsidRDefault="008518FA" w:rsidP="00957026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zapoznaliśmy się z treścią Zapytania ofertowego i nie wnosimy do niego zastrzeżeń. W pełni akceptujemy wszystkie zawarte w nim zapisy oraz potwierdzamy, że posiadamy wszystkie niezbędne informacje do właściwego wykonania przedmiotu zamówienia.</w:t>
      </w:r>
    </w:p>
    <w:p w14:paraId="742A1BD1" w14:textId="77777777" w:rsidR="008518FA" w:rsidRPr="00B820F4" w:rsidRDefault="008518FA" w:rsidP="00957026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jesteśmy związani niniejszą ofertą przez okres wskazany w Zapytaniu ofertowym.</w:t>
      </w:r>
    </w:p>
    <w:p w14:paraId="696CB9A0" w14:textId="13F80A10" w:rsidR="008518FA" w:rsidRPr="00B820F4" w:rsidRDefault="008518FA" w:rsidP="00957026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oświadczam, że zawarte w Zapytaniu ofertowym Istotne Postanowienia Umowy, oznaczone skrótem IPU, są przez nas w pełni zaakceptowane. Zobowiązujemy się, w przypadku wybrania naszej oferty, do zawarcia umowy zgodnie z postanowieniami IPU określonymi w Załączniku numer trzy do Zapytania ofertowego, w miejscu i terminie wyznaczonym przez Zamawiającego.</w:t>
      </w:r>
    </w:p>
    <w:p w14:paraId="016C36AE" w14:textId="64474C01" w:rsidR="008518FA" w:rsidRPr="00B820F4" w:rsidRDefault="008518FA" w:rsidP="00957026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informuję, że część zamówienia zamierzam powierzyć podwykonawcy w zakresie:</w:t>
      </w:r>
    </w:p>
    <w:p w14:paraId="5D737B14" w14:textId="1E3BBB3A" w:rsidR="008518FA" w:rsidRPr="00B820F4" w:rsidRDefault="008518FA" w:rsidP="00957026">
      <w:pPr>
        <w:pStyle w:val="Akapitzlist"/>
        <w:numPr>
          <w:ilvl w:val="0"/>
          <w:numId w:val="48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W imieniu Wykonawcy lub Wykonawców informuję, że informacje stanowiące tajemnicę przedsiębiorstwa zawarte są w:</w:t>
      </w:r>
    </w:p>
    <w:p w14:paraId="320F97F0" w14:textId="77777777" w:rsidR="00B66C65" w:rsidRPr="00B820F4" w:rsidRDefault="00B66C65" w:rsidP="00957026">
      <w:pPr>
        <w:pStyle w:val="Nagwek2"/>
        <w:spacing w:line="360" w:lineRule="auto"/>
        <w:rPr>
          <w:rFonts w:asciiTheme="minorHAnsi" w:hAnsiTheme="minorHAnsi"/>
        </w:rPr>
      </w:pPr>
      <w:r w:rsidRPr="00B820F4">
        <w:rPr>
          <w:rFonts w:asciiTheme="minorHAnsi" w:hAnsiTheme="minorHAnsi"/>
        </w:rPr>
        <w:t>Podpis osoby uprawnionej do reprezentowania wykonawcy</w:t>
      </w:r>
    </w:p>
    <w:p w14:paraId="1B44AB0E" w14:textId="748A5305" w:rsidR="00B66C65" w:rsidRPr="00B820F4" w:rsidRDefault="00B66C65" w:rsidP="00957026">
      <w:pPr>
        <w:pStyle w:val="Akapitzlist"/>
        <w:numPr>
          <w:ilvl w:val="0"/>
          <w:numId w:val="4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Imię i nazwisko:</w:t>
      </w:r>
    </w:p>
    <w:p w14:paraId="76D17F55" w14:textId="799FD46F" w:rsidR="00422098" w:rsidRPr="00B820F4" w:rsidRDefault="00B66C65" w:rsidP="00957026">
      <w:pPr>
        <w:pStyle w:val="Akapitzlist"/>
        <w:numPr>
          <w:ilvl w:val="0"/>
          <w:numId w:val="4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lastRenderedPageBreak/>
        <w:t>Funkcja (na przykład: właściciel, członek zarządu, pełnomocnik):</w:t>
      </w:r>
    </w:p>
    <w:p w14:paraId="3462FBE6" w14:textId="03A59CA4" w:rsidR="00B66C65" w:rsidRPr="00B820F4" w:rsidRDefault="00B66C65" w:rsidP="00957026">
      <w:pPr>
        <w:pStyle w:val="Akapitzlist"/>
        <w:spacing w:line="360" w:lineRule="auto"/>
        <w:ind w:left="360"/>
        <w:rPr>
          <w:rFonts w:asciiTheme="minorHAnsi" w:hAnsiTheme="minorHAnsi" w:cstheme="minorHAnsi"/>
        </w:rPr>
      </w:pPr>
    </w:p>
    <w:p w14:paraId="546668CA" w14:textId="0376EBDD" w:rsidR="00B66C65" w:rsidRPr="00B820F4" w:rsidRDefault="00B66C65" w:rsidP="00957026">
      <w:pPr>
        <w:pStyle w:val="Akapitzlist"/>
        <w:numPr>
          <w:ilvl w:val="0"/>
          <w:numId w:val="4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Podpis:</w:t>
      </w:r>
    </w:p>
    <w:p w14:paraId="77CEFD19" w14:textId="04433E2D" w:rsidR="00B66C65" w:rsidRPr="00B820F4" w:rsidRDefault="00B66C65" w:rsidP="00957026">
      <w:pPr>
        <w:pStyle w:val="Akapitzlist"/>
        <w:spacing w:line="360" w:lineRule="auto"/>
        <w:ind w:left="360"/>
        <w:rPr>
          <w:rFonts w:asciiTheme="minorHAnsi" w:hAnsiTheme="minorHAnsi" w:cstheme="minorHAnsi"/>
        </w:rPr>
      </w:pPr>
    </w:p>
    <w:p w14:paraId="5AD0A19D" w14:textId="22B5035D" w:rsidR="00B66C65" w:rsidRPr="00B820F4" w:rsidRDefault="00B66C65" w:rsidP="00957026">
      <w:pPr>
        <w:pStyle w:val="Akapitzlist"/>
        <w:numPr>
          <w:ilvl w:val="0"/>
          <w:numId w:val="49"/>
        </w:numPr>
        <w:spacing w:line="360" w:lineRule="auto"/>
        <w:rPr>
          <w:rFonts w:asciiTheme="minorHAnsi" w:hAnsiTheme="minorHAnsi" w:cstheme="minorHAnsi"/>
        </w:rPr>
      </w:pPr>
      <w:r w:rsidRPr="00B820F4">
        <w:rPr>
          <w:rFonts w:asciiTheme="minorHAnsi" w:hAnsiTheme="minorHAnsi" w:cstheme="minorHAnsi"/>
        </w:rPr>
        <w:t>Data złożenia podpisu (rok–miesiąc–dzień):</w:t>
      </w:r>
    </w:p>
    <w:p w14:paraId="3579634A" w14:textId="77777777" w:rsidR="00B66C65" w:rsidRPr="00B820F4" w:rsidRDefault="00B66C65" w:rsidP="00957026">
      <w:pPr>
        <w:spacing w:line="360" w:lineRule="auto"/>
        <w:rPr>
          <w:rFonts w:asciiTheme="minorHAnsi" w:hAnsiTheme="minorHAnsi" w:cstheme="minorHAnsi"/>
        </w:rPr>
      </w:pPr>
    </w:p>
    <w:p w14:paraId="34CC1487" w14:textId="77777777" w:rsidR="008518FA" w:rsidRPr="00B820F4" w:rsidRDefault="008518FA" w:rsidP="00957026">
      <w:pPr>
        <w:spacing w:line="360" w:lineRule="auto"/>
        <w:rPr>
          <w:rFonts w:asciiTheme="minorHAnsi" w:hAnsiTheme="minorHAnsi" w:cstheme="minorHAnsi"/>
        </w:rPr>
      </w:pPr>
    </w:p>
    <w:p w14:paraId="3F4C9026" w14:textId="77777777" w:rsidR="000C7108" w:rsidRPr="00B820F4" w:rsidRDefault="000C7108" w:rsidP="00957026">
      <w:pPr>
        <w:spacing w:line="360" w:lineRule="auto"/>
        <w:rPr>
          <w:rFonts w:asciiTheme="minorHAnsi" w:hAnsiTheme="minorHAnsi" w:cstheme="minorHAnsi"/>
        </w:rPr>
      </w:pPr>
    </w:p>
    <w:p w14:paraId="00C1D7BF" w14:textId="77777777" w:rsidR="000C7108" w:rsidRPr="00B820F4" w:rsidRDefault="000C7108" w:rsidP="00957026">
      <w:pPr>
        <w:spacing w:line="360" w:lineRule="auto"/>
        <w:rPr>
          <w:rFonts w:asciiTheme="minorHAnsi" w:hAnsiTheme="minorHAnsi" w:cstheme="minorHAnsi"/>
        </w:rPr>
      </w:pPr>
    </w:p>
    <w:p w14:paraId="02D01E1A" w14:textId="77777777" w:rsidR="00AA301B" w:rsidRPr="00B820F4" w:rsidRDefault="00AA301B" w:rsidP="00957026">
      <w:pPr>
        <w:spacing w:line="360" w:lineRule="auto"/>
        <w:rPr>
          <w:rFonts w:asciiTheme="minorHAnsi" w:hAnsiTheme="minorHAnsi" w:cstheme="minorHAnsi"/>
        </w:rPr>
      </w:pPr>
    </w:p>
    <w:sectPr w:rsidR="00AA301B" w:rsidRPr="00B820F4" w:rsidSect="00903749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E8682" w14:textId="77777777" w:rsidR="00961123" w:rsidRPr="008757DC" w:rsidRDefault="00961123" w:rsidP="00E601A4">
      <w:r w:rsidRPr="008757DC">
        <w:separator/>
      </w:r>
    </w:p>
  </w:endnote>
  <w:endnote w:type="continuationSeparator" w:id="0">
    <w:p w14:paraId="7E5077D6" w14:textId="77777777" w:rsidR="00961123" w:rsidRPr="008757DC" w:rsidRDefault="00961123" w:rsidP="00E601A4">
      <w:r w:rsidRPr="008757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AEAE" w14:textId="77777777" w:rsidR="003F10CA" w:rsidRPr="00B75E44" w:rsidRDefault="003F10CA" w:rsidP="0065657C">
    <w:pPr>
      <w:pStyle w:val="Stopka"/>
      <w:tabs>
        <w:tab w:val="clear" w:pos="4680"/>
        <w:tab w:val="clear" w:pos="9360"/>
      </w:tabs>
      <w:spacing w:line="240" w:lineRule="auto"/>
      <w:rPr>
        <w:rFonts w:asciiTheme="minorHAnsi" w:hAnsiTheme="minorHAnsi" w:cstheme="minorHAnsi"/>
        <w:i/>
        <w:iCs/>
        <w:color w:val="auto"/>
      </w:rPr>
    </w:pPr>
  </w:p>
  <w:p w14:paraId="151F5740" w14:textId="70573C21" w:rsidR="0065657C" w:rsidRPr="00B75E44" w:rsidRDefault="0065657C" w:rsidP="001E0884">
    <w:pPr>
      <w:pStyle w:val="Stopka"/>
      <w:tabs>
        <w:tab w:val="clear" w:pos="4680"/>
        <w:tab w:val="clear" w:pos="9360"/>
      </w:tabs>
      <w:spacing w:line="360" w:lineRule="auto"/>
      <w:rPr>
        <w:rFonts w:asciiTheme="minorHAnsi" w:hAnsiTheme="minorHAnsi" w:cstheme="minorHAnsi"/>
        <w:i/>
        <w:iCs/>
        <w:caps/>
        <w:color w:val="auto"/>
        <w:sz w:val="20"/>
        <w:szCs w:val="20"/>
      </w:rPr>
    </w:pP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Projekt jest współfinansowany w ramach programu fundusze europejskie dla rozwoju społecznego 2021–2027, ze środków europejskiego funduszu społecznego plus. Tytuł projektu: „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K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ompleksowy program dostępności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W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yższej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S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zkoły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N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auk o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Z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 xml:space="preserve">drowiu w </w:t>
    </w:r>
    <w:r w:rsidR="003F10CA" w:rsidRPr="00B75E44">
      <w:rPr>
        <w:rFonts w:asciiTheme="minorHAnsi" w:hAnsiTheme="minorHAnsi" w:cstheme="minorHAnsi"/>
        <w:i/>
        <w:iCs/>
        <w:color w:val="auto"/>
        <w:sz w:val="20"/>
        <w:szCs w:val="20"/>
      </w:rPr>
      <w:t>B</w:t>
    </w:r>
    <w:r w:rsidRPr="00B75E44">
      <w:rPr>
        <w:rFonts w:asciiTheme="minorHAnsi" w:hAnsiTheme="minorHAnsi" w:cstheme="minorHAnsi"/>
        <w:i/>
        <w:iCs/>
        <w:color w:val="auto"/>
        <w:sz w:val="20"/>
        <w:szCs w:val="20"/>
      </w:rPr>
      <w:t>ydgoszczy”. Numer umowy: fers.03.01-ip.08-0070/24-00, zawartej w dniu 30 września 2024 roku.</w:t>
    </w:r>
  </w:p>
  <w:p w14:paraId="3D4E5FBC" w14:textId="3A45717B" w:rsidR="00E601A4" w:rsidRPr="00B75E44" w:rsidRDefault="00E601A4" w:rsidP="0065657C">
    <w:pPr>
      <w:pStyle w:val="Stopka"/>
      <w:tabs>
        <w:tab w:val="clear" w:pos="4680"/>
        <w:tab w:val="clear" w:pos="9360"/>
      </w:tabs>
      <w:jc w:val="right"/>
      <w:rPr>
        <w:rFonts w:asciiTheme="minorHAnsi" w:hAnsiTheme="minorHAnsi" w:cstheme="minorHAnsi"/>
        <w:caps/>
        <w:color w:val="auto"/>
      </w:rPr>
    </w:pPr>
    <w:r w:rsidRPr="00B75E44">
      <w:rPr>
        <w:rFonts w:asciiTheme="minorHAnsi" w:hAnsiTheme="minorHAnsi" w:cstheme="minorHAnsi"/>
        <w:caps/>
        <w:color w:val="auto"/>
      </w:rPr>
      <w:fldChar w:fldCharType="begin"/>
    </w:r>
    <w:r w:rsidRPr="00B75E44">
      <w:rPr>
        <w:rFonts w:asciiTheme="minorHAnsi" w:hAnsiTheme="minorHAnsi" w:cstheme="minorHAnsi"/>
        <w:caps/>
        <w:color w:val="auto"/>
      </w:rPr>
      <w:instrText xml:space="preserve"> PAGE   \* MERGEFORMAT </w:instrText>
    </w:r>
    <w:r w:rsidRPr="00B75E44">
      <w:rPr>
        <w:rFonts w:asciiTheme="minorHAnsi" w:hAnsiTheme="minorHAnsi" w:cstheme="minorHAnsi"/>
        <w:caps/>
        <w:color w:val="auto"/>
      </w:rPr>
      <w:fldChar w:fldCharType="separate"/>
    </w:r>
    <w:r w:rsidRPr="00B75E44">
      <w:rPr>
        <w:rFonts w:asciiTheme="minorHAnsi" w:hAnsiTheme="minorHAnsi" w:cstheme="minorHAnsi"/>
        <w:caps/>
        <w:color w:val="auto"/>
      </w:rPr>
      <w:t>2</w:t>
    </w:r>
    <w:r w:rsidRPr="00B75E44">
      <w:rPr>
        <w:rFonts w:asciiTheme="minorHAnsi" w:hAnsiTheme="minorHAnsi" w:cstheme="minorHAnsi"/>
        <w:caps/>
        <w:color w:val="auto"/>
      </w:rPr>
      <w:fldChar w:fldCharType="end"/>
    </w:r>
  </w:p>
  <w:p w14:paraId="02BB9341" w14:textId="77777777" w:rsidR="00E601A4" w:rsidRPr="00B75E44" w:rsidRDefault="00E601A4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18551" w14:textId="77777777" w:rsidR="00961123" w:rsidRPr="008757DC" w:rsidRDefault="00961123" w:rsidP="00E601A4">
      <w:r w:rsidRPr="008757DC">
        <w:separator/>
      </w:r>
    </w:p>
  </w:footnote>
  <w:footnote w:type="continuationSeparator" w:id="0">
    <w:p w14:paraId="2032BEEB" w14:textId="77777777" w:rsidR="00961123" w:rsidRPr="008757DC" w:rsidRDefault="00961123" w:rsidP="00E601A4">
      <w:r w:rsidRPr="008757D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5B9EC" w14:textId="49E02C5A" w:rsidR="00E601A4" w:rsidRDefault="00955EEE">
    <w:pPr>
      <w:pStyle w:val="Nagwek"/>
    </w:pPr>
    <w:r w:rsidRPr="008757DC">
      <w:rPr>
        <w:noProof/>
      </w:rPr>
      <w:drawing>
        <wp:inline distT="0" distB="0" distL="0" distR="0" wp14:anchorId="381252D6" wp14:editId="3E840A16">
          <wp:extent cx="5761355" cy="792480"/>
          <wp:effectExtent l="0" t="0" r="0" b="0"/>
          <wp:docPr id="1" name="Obraz 2" descr="Obraz zawierający tekst, Czcionka, zrzut ekranu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Obraz zawierający tekst, Czcionka, zrzut ekranu, logo"/>
                  <pic:cNvPicPr>
                    <a:picLocks noChangeAspect="1"/>
                    <a:extLst>
                      <a:ext uri="sm">
                        <sm:smNativeData xmlns:arto="http://schemas.microsoft.com/office/word/2006/arto" xmlns:sm="sm" xmlns:w="http://schemas.openxmlformats.org/wordprocessingml/2006/main" xmlns:w10="urn:schemas-microsoft-com:office:word" xmlns:v="urn:schemas-microsoft-com:vml" xmlns:o="urn:schemas-microsoft-com:office:office" xmlns="" val="SMDATA_17_+63ia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F6AAAAAAAAAAAAAAAAAAAAAAAAAAAAAAAAAAAAAAAAAAAAAAcSMAAOAEAAAAAAAAAAAAAAAAAAAoAAAACAAAAAEAAAABAAAAMAAAABQAAAAAAAAAAAD//wAAAQAAAP//AAABAA=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inline>
      </w:drawing>
    </w:r>
  </w:p>
  <w:p w14:paraId="28DA3781" w14:textId="77777777" w:rsidR="003F10CA" w:rsidRPr="008757DC" w:rsidRDefault="003F10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6979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702A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AA7E8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CDA3B8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150B7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3C49D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ED82FC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6D332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2DF2EE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49E21F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4CE578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3C51E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09065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125A88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7E063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5586717"/>
    <w:multiLevelType w:val="multilevel"/>
    <w:tmpl w:val="235AB37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8DF34E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C963DB7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B019F1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D152B6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F69030A"/>
    <w:multiLevelType w:val="hybridMultilevel"/>
    <w:tmpl w:val="62D62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2804DEE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3D481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0D81154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1FF4C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4E03273"/>
    <w:multiLevelType w:val="hybridMultilevel"/>
    <w:tmpl w:val="9D125DC4"/>
    <w:lvl w:ilvl="0" w:tplc="1F767474">
      <w:start w:val="1"/>
      <w:numFmt w:val="decimal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366C2CA">
      <w:start w:val="1"/>
      <w:numFmt w:val="decimal"/>
      <w:lvlText w:val="%2."/>
      <w:lvlJc w:val="left"/>
      <w:pPr>
        <w:ind w:left="1440" w:hanging="360"/>
      </w:pPr>
      <w:rPr>
        <w:rFonts w:ascii="Aptos" w:eastAsiaTheme="majorEastAsia" w:hAnsi="Aptos" w:cstheme="minorHAnsi"/>
      </w:rPr>
    </w:lvl>
    <w:lvl w:ilvl="2" w:tplc="B106C764">
      <w:start w:val="1"/>
      <w:numFmt w:val="lowerRoman"/>
      <w:lvlText w:val="%3."/>
      <w:lvlJc w:val="right"/>
      <w:pPr>
        <w:ind w:left="2160" w:hanging="180"/>
      </w:pPr>
      <w:rPr>
        <w:rFonts w:ascii="Aptos" w:eastAsiaTheme="minorHAnsi" w:hAnsi="Aptos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11A35"/>
    <w:multiLevelType w:val="hybridMultilevel"/>
    <w:tmpl w:val="B6D46E8C"/>
    <w:lvl w:ilvl="0" w:tplc="F97EF7C4">
      <w:start w:val="2"/>
      <w:numFmt w:val="lowerLetter"/>
      <w:lvlText w:val="%1."/>
      <w:lvlJc w:val="left"/>
      <w:pPr>
        <w:ind w:left="720" w:hanging="360"/>
      </w:pPr>
      <w:rPr>
        <w:rFonts w:eastAsiaTheme="majorEastAsia" w:cstheme="minorHAnsi"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07EC1"/>
    <w:multiLevelType w:val="hybridMultilevel"/>
    <w:tmpl w:val="51D4AE1E"/>
    <w:lvl w:ilvl="0" w:tplc="3BDE3F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77A2A"/>
    <w:multiLevelType w:val="multilevel"/>
    <w:tmpl w:val="04DCF0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7D201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BA7181F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C371BF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F0128BA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584789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5FD12EB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761797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57A5264E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58CC4D0A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D443B8C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5D972643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5E022F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627434B8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30B6CB0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87778EE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69F4760D"/>
    <w:multiLevelType w:val="multilevel"/>
    <w:tmpl w:val="4F68CC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EE171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32073BE"/>
    <w:multiLevelType w:val="multilevel"/>
    <w:tmpl w:val="9CC830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eastAsiaTheme="minorHAnsi" w:hAnsi="Arial" w:cs="Arial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535448F"/>
    <w:multiLevelType w:val="multilevel"/>
    <w:tmpl w:val="94C4BD1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5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63066A0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A9B695D"/>
    <w:multiLevelType w:val="multilevel"/>
    <w:tmpl w:val="2A9AAE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04" w:hanging="5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41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42165749">
    <w:abstractNumId w:val="24"/>
  </w:num>
  <w:num w:numId="2" w16cid:durableId="1506214282">
    <w:abstractNumId w:val="20"/>
  </w:num>
  <w:num w:numId="3" w16cid:durableId="1726172554">
    <w:abstractNumId w:val="25"/>
  </w:num>
  <w:num w:numId="4" w16cid:durableId="843284076">
    <w:abstractNumId w:val="27"/>
  </w:num>
  <w:num w:numId="5" w16cid:durableId="1883592032">
    <w:abstractNumId w:val="9"/>
  </w:num>
  <w:num w:numId="6" w16cid:durableId="2089761661">
    <w:abstractNumId w:val="45"/>
  </w:num>
  <w:num w:numId="7" w16cid:durableId="1893998279">
    <w:abstractNumId w:val="28"/>
  </w:num>
  <w:num w:numId="8" w16cid:durableId="538736806">
    <w:abstractNumId w:val="34"/>
  </w:num>
  <w:num w:numId="9" w16cid:durableId="1840150121">
    <w:abstractNumId w:val="32"/>
  </w:num>
  <w:num w:numId="10" w16cid:durableId="1665081961">
    <w:abstractNumId w:val="39"/>
  </w:num>
  <w:num w:numId="11" w16cid:durableId="966350001">
    <w:abstractNumId w:val="5"/>
  </w:num>
  <w:num w:numId="12" w16cid:durableId="107627491">
    <w:abstractNumId w:val="30"/>
  </w:num>
  <w:num w:numId="13" w16cid:durableId="2104298080">
    <w:abstractNumId w:val="44"/>
  </w:num>
  <w:num w:numId="14" w16cid:durableId="1684235317">
    <w:abstractNumId w:val="3"/>
  </w:num>
  <w:num w:numId="15" w16cid:durableId="1874423502">
    <w:abstractNumId w:val="12"/>
  </w:num>
  <w:num w:numId="16" w16cid:durableId="808208653">
    <w:abstractNumId w:val="8"/>
  </w:num>
  <w:num w:numId="17" w16cid:durableId="2102753901">
    <w:abstractNumId w:val="4"/>
  </w:num>
  <w:num w:numId="18" w16cid:durableId="1500080834">
    <w:abstractNumId w:val="46"/>
  </w:num>
  <w:num w:numId="19" w16cid:durableId="1417702858">
    <w:abstractNumId w:val="15"/>
  </w:num>
  <w:num w:numId="20" w16cid:durableId="1849176361">
    <w:abstractNumId w:val="26"/>
  </w:num>
  <w:num w:numId="21" w16cid:durableId="774323456">
    <w:abstractNumId w:val="35"/>
  </w:num>
  <w:num w:numId="22" w16cid:durableId="1569337268">
    <w:abstractNumId w:val="33"/>
  </w:num>
  <w:num w:numId="23" w16cid:durableId="416948733">
    <w:abstractNumId w:val="7"/>
  </w:num>
  <w:num w:numId="24" w16cid:durableId="1569070322">
    <w:abstractNumId w:val="13"/>
  </w:num>
  <w:num w:numId="25" w16cid:durableId="698236399">
    <w:abstractNumId w:val="16"/>
  </w:num>
  <w:num w:numId="26" w16cid:durableId="2034653052">
    <w:abstractNumId w:val="47"/>
  </w:num>
  <w:num w:numId="27" w16cid:durableId="427698740">
    <w:abstractNumId w:val="29"/>
  </w:num>
  <w:num w:numId="28" w16cid:durableId="1132862428">
    <w:abstractNumId w:val="48"/>
  </w:num>
  <w:num w:numId="29" w16cid:durableId="826479098">
    <w:abstractNumId w:val="31"/>
  </w:num>
  <w:num w:numId="30" w16cid:durableId="137383795">
    <w:abstractNumId w:val="22"/>
  </w:num>
  <w:num w:numId="31" w16cid:durableId="2019379485">
    <w:abstractNumId w:val="1"/>
  </w:num>
  <w:num w:numId="32" w16cid:durableId="774637418">
    <w:abstractNumId w:val="40"/>
  </w:num>
  <w:num w:numId="33" w16cid:durableId="1286353199">
    <w:abstractNumId w:val="2"/>
  </w:num>
  <w:num w:numId="34" w16cid:durableId="500200926">
    <w:abstractNumId w:val="42"/>
  </w:num>
  <w:num w:numId="35" w16cid:durableId="453404806">
    <w:abstractNumId w:val="37"/>
  </w:num>
  <w:num w:numId="36" w16cid:durableId="2024698665">
    <w:abstractNumId w:val="6"/>
  </w:num>
  <w:num w:numId="37" w16cid:durableId="1407728953">
    <w:abstractNumId w:val="17"/>
  </w:num>
  <w:num w:numId="38" w16cid:durableId="409356577">
    <w:abstractNumId w:val="38"/>
  </w:num>
  <w:num w:numId="39" w16cid:durableId="1434009867">
    <w:abstractNumId w:val="10"/>
  </w:num>
  <w:num w:numId="40" w16cid:durableId="1711494418">
    <w:abstractNumId w:val="41"/>
  </w:num>
  <w:num w:numId="41" w16cid:durableId="268588416">
    <w:abstractNumId w:val="19"/>
  </w:num>
  <w:num w:numId="42" w16cid:durableId="1004359285">
    <w:abstractNumId w:val="36"/>
  </w:num>
  <w:num w:numId="43" w16cid:durableId="527761900">
    <w:abstractNumId w:val="0"/>
  </w:num>
  <w:num w:numId="44" w16cid:durableId="855119139">
    <w:abstractNumId w:val="43"/>
  </w:num>
  <w:num w:numId="45" w16cid:durableId="1677607125">
    <w:abstractNumId w:val="21"/>
  </w:num>
  <w:num w:numId="46" w16cid:durableId="1212841146">
    <w:abstractNumId w:val="11"/>
  </w:num>
  <w:num w:numId="47" w16cid:durableId="1432359183">
    <w:abstractNumId w:val="18"/>
  </w:num>
  <w:num w:numId="48" w16cid:durableId="1459763978">
    <w:abstractNumId w:val="14"/>
  </w:num>
  <w:num w:numId="49" w16cid:durableId="198773717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9FE"/>
    <w:rsid w:val="000133D6"/>
    <w:rsid w:val="00021906"/>
    <w:rsid w:val="000237AE"/>
    <w:rsid w:val="00024B7D"/>
    <w:rsid w:val="00031E3D"/>
    <w:rsid w:val="00032E37"/>
    <w:rsid w:val="00034EF1"/>
    <w:rsid w:val="000362E2"/>
    <w:rsid w:val="0004046C"/>
    <w:rsid w:val="00041284"/>
    <w:rsid w:val="000463FF"/>
    <w:rsid w:val="000545B5"/>
    <w:rsid w:val="000562C9"/>
    <w:rsid w:val="00062269"/>
    <w:rsid w:val="0006426B"/>
    <w:rsid w:val="00066891"/>
    <w:rsid w:val="0007066B"/>
    <w:rsid w:val="000768A8"/>
    <w:rsid w:val="00080947"/>
    <w:rsid w:val="000944EB"/>
    <w:rsid w:val="00094F10"/>
    <w:rsid w:val="000A0728"/>
    <w:rsid w:val="000A2EAA"/>
    <w:rsid w:val="000A39AF"/>
    <w:rsid w:val="000A6C65"/>
    <w:rsid w:val="000B03DE"/>
    <w:rsid w:val="000B75D4"/>
    <w:rsid w:val="000C20F5"/>
    <w:rsid w:val="000C4A2F"/>
    <w:rsid w:val="000C707A"/>
    <w:rsid w:val="000C7108"/>
    <w:rsid w:val="000C78D0"/>
    <w:rsid w:val="000D04D0"/>
    <w:rsid w:val="000D33C3"/>
    <w:rsid w:val="000E21FF"/>
    <w:rsid w:val="000E6B72"/>
    <w:rsid w:val="000F01AD"/>
    <w:rsid w:val="000F0D73"/>
    <w:rsid w:val="000F19D2"/>
    <w:rsid w:val="00105466"/>
    <w:rsid w:val="00105B44"/>
    <w:rsid w:val="0011291E"/>
    <w:rsid w:val="00112964"/>
    <w:rsid w:val="00113571"/>
    <w:rsid w:val="00117B4C"/>
    <w:rsid w:val="001234CE"/>
    <w:rsid w:val="00127355"/>
    <w:rsid w:val="00134D04"/>
    <w:rsid w:val="00135078"/>
    <w:rsid w:val="00136F5A"/>
    <w:rsid w:val="00137A4A"/>
    <w:rsid w:val="00137AFE"/>
    <w:rsid w:val="0014654B"/>
    <w:rsid w:val="00146B64"/>
    <w:rsid w:val="00151ABF"/>
    <w:rsid w:val="0015223A"/>
    <w:rsid w:val="001546A6"/>
    <w:rsid w:val="00154B72"/>
    <w:rsid w:val="00154C13"/>
    <w:rsid w:val="00162697"/>
    <w:rsid w:val="0017056E"/>
    <w:rsid w:val="0017742C"/>
    <w:rsid w:val="0018109F"/>
    <w:rsid w:val="0018750D"/>
    <w:rsid w:val="0019219F"/>
    <w:rsid w:val="0019403D"/>
    <w:rsid w:val="001A0FE9"/>
    <w:rsid w:val="001B2697"/>
    <w:rsid w:val="001B43D2"/>
    <w:rsid w:val="001C66AB"/>
    <w:rsid w:val="001C7DFD"/>
    <w:rsid w:val="001D0DFC"/>
    <w:rsid w:val="001D1C7F"/>
    <w:rsid w:val="001E0884"/>
    <w:rsid w:val="001E1F2A"/>
    <w:rsid w:val="001E29A0"/>
    <w:rsid w:val="001E7383"/>
    <w:rsid w:val="001F19C7"/>
    <w:rsid w:val="001F2747"/>
    <w:rsid w:val="001F736C"/>
    <w:rsid w:val="00224124"/>
    <w:rsid w:val="002262AE"/>
    <w:rsid w:val="00236CE3"/>
    <w:rsid w:val="00250DA0"/>
    <w:rsid w:val="00252E97"/>
    <w:rsid w:val="0025312E"/>
    <w:rsid w:val="00253DC5"/>
    <w:rsid w:val="00264B8E"/>
    <w:rsid w:val="00273872"/>
    <w:rsid w:val="00273EC2"/>
    <w:rsid w:val="002809DC"/>
    <w:rsid w:val="002853B4"/>
    <w:rsid w:val="002936C2"/>
    <w:rsid w:val="00297237"/>
    <w:rsid w:val="002A2311"/>
    <w:rsid w:val="002A4517"/>
    <w:rsid w:val="002B0969"/>
    <w:rsid w:val="002B4253"/>
    <w:rsid w:val="002C0276"/>
    <w:rsid w:val="002C0B8B"/>
    <w:rsid w:val="002C79A3"/>
    <w:rsid w:val="002E1971"/>
    <w:rsid w:val="002F253A"/>
    <w:rsid w:val="0030228C"/>
    <w:rsid w:val="003050E4"/>
    <w:rsid w:val="00305C71"/>
    <w:rsid w:val="00306514"/>
    <w:rsid w:val="00307690"/>
    <w:rsid w:val="00322D5E"/>
    <w:rsid w:val="00327109"/>
    <w:rsid w:val="0033333B"/>
    <w:rsid w:val="0033781C"/>
    <w:rsid w:val="00340368"/>
    <w:rsid w:val="0035688D"/>
    <w:rsid w:val="003572D1"/>
    <w:rsid w:val="00364930"/>
    <w:rsid w:val="0036568E"/>
    <w:rsid w:val="00377BB4"/>
    <w:rsid w:val="00380BC8"/>
    <w:rsid w:val="00382BDF"/>
    <w:rsid w:val="00384E9F"/>
    <w:rsid w:val="003A10AA"/>
    <w:rsid w:val="003A2D03"/>
    <w:rsid w:val="003B0E6C"/>
    <w:rsid w:val="003B6191"/>
    <w:rsid w:val="003B6AB3"/>
    <w:rsid w:val="003C101E"/>
    <w:rsid w:val="003C2E68"/>
    <w:rsid w:val="003C31B7"/>
    <w:rsid w:val="003C4EE7"/>
    <w:rsid w:val="003C77A8"/>
    <w:rsid w:val="003C7CFC"/>
    <w:rsid w:val="003D057B"/>
    <w:rsid w:val="003D05C1"/>
    <w:rsid w:val="003D20AF"/>
    <w:rsid w:val="003D36C6"/>
    <w:rsid w:val="003D3C3D"/>
    <w:rsid w:val="003E4A46"/>
    <w:rsid w:val="003E67C9"/>
    <w:rsid w:val="003F10CA"/>
    <w:rsid w:val="003F1E24"/>
    <w:rsid w:val="003F2FF7"/>
    <w:rsid w:val="0040257D"/>
    <w:rsid w:val="00402580"/>
    <w:rsid w:val="00402877"/>
    <w:rsid w:val="004030F7"/>
    <w:rsid w:val="0041495D"/>
    <w:rsid w:val="00416F44"/>
    <w:rsid w:val="00417ADF"/>
    <w:rsid w:val="004207F8"/>
    <w:rsid w:val="00422098"/>
    <w:rsid w:val="004230C9"/>
    <w:rsid w:val="00424715"/>
    <w:rsid w:val="004379CA"/>
    <w:rsid w:val="00441E95"/>
    <w:rsid w:val="004460E1"/>
    <w:rsid w:val="00452F6E"/>
    <w:rsid w:val="00454642"/>
    <w:rsid w:val="00456767"/>
    <w:rsid w:val="0046045B"/>
    <w:rsid w:val="00460CBB"/>
    <w:rsid w:val="00464189"/>
    <w:rsid w:val="00464915"/>
    <w:rsid w:val="00472E5B"/>
    <w:rsid w:val="00480060"/>
    <w:rsid w:val="00482793"/>
    <w:rsid w:val="004901AC"/>
    <w:rsid w:val="00495FEA"/>
    <w:rsid w:val="00496466"/>
    <w:rsid w:val="004A40F4"/>
    <w:rsid w:val="004A61EB"/>
    <w:rsid w:val="004A76EF"/>
    <w:rsid w:val="004B7A26"/>
    <w:rsid w:val="004B7A32"/>
    <w:rsid w:val="004C320C"/>
    <w:rsid w:val="004D0979"/>
    <w:rsid w:val="004D5FDF"/>
    <w:rsid w:val="004E7D2C"/>
    <w:rsid w:val="004F2432"/>
    <w:rsid w:val="005052D6"/>
    <w:rsid w:val="005105C2"/>
    <w:rsid w:val="0051797B"/>
    <w:rsid w:val="005302E8"/>
    <w:rsid w:val="00531739"/>
    <w:rsid w:val="00533659"/>
    <w:rsid w:val="005355FC"/>
    <w:rsid w:val="0054410B"/>
    <w:rsid w:val="00544557"/>
    <w:rsid w:val="005460D7"/>
    <w:rsid w:val="0055131A"/>
    <w:rsid w:val="00551544"/>
    <w:rsid w:val="00552C53"/>
    <w:rsid w:val="00555A3A"/>
    <w:rsid w:val="00557F37"/>
    <w:rsid w:val="00557FD0"/>
    <w:rsid w:val="00560DC8"/>
    <w:rsid w:val="0058253A"/>
    <w:rsid w:val="005915B8"/>
    <w:rsid w:val="00594161"/>
    <w:rsid w:val="00594C2E"/>
    <w:rsid w:val="005A5397"/>
    <w:rsid w:val="005A5E9D"/>
    <w:rsid w:val="005A70F3"/>
    <w:rsid w:val="005A7F50"/>
    <w:rsid w:val="005B2A77"/>
    <w:rsid w:val="005D6D9D"/>
    <w:rsid w:val="005E2720"/>
    <w:rsid w:val="005E284C"/>
    <w:rsid w:val="005E46CE"/>
    <w:rsid w:val="005E70D5"/>
    <w:rsid w:val="005F12D5"/>
    <w:rsid w:val="00600D3D"/>
    <w:rsid w:val="0060633E"/>
    <w:rsid w:val="00607054"/>
    <w:rsid w:val="006075CE"/>
    <w:rsid w:val="00614B0F"/>
    <w:rsid w:val="0061602D"/>
    <w:rsid w:val="00617483"/>
    <w:rsid w:val="00626FBE"/>
    <w:rsid w:val="00630673"/>
    <w:rsid w:val="00630723"/>
    <w:rsid w:val="00640E6E"/>
    <w:rsid w:val="006413C2"/>
    <w:rsid w:val="00645744"/>
    <w:rsid w:val="00650988"/>
    <w:rsid w:val="00652534"/>
    <w:rsid w:val="0065657C"/>
    <w:rsid w:val="00672F4A"/>
    <w:rsid w:val="00680213"/>
    <w:rsid w:val="00682CE2"/>
    <w:rsid w:val="006847BD"/>
    <w:rsid w:val="006874C8"/>
    <w:rsid w:val="00695117"/>
    <w:rsid w:val="006A7D05"/>
    <w:rsid w:val="006B2859"/>
    <w:rsid w:val="006B6ECC"/>
    <w:rsid w:val="006C00D4"/>
    <w:rsid w:val="006C2981"/>
    <w:rsid w:val="006C4197"/>
    <w:rsid w:val="006C5B38"/>
    <w:rsid w:val="006C604E"/>
    <w:rsid w:val="006C7243"/>
    <w:rsid w:val="006D150A"/>
    <w:rsid w:val="006D4837"/>
    <w:rsid w:val="006E2211"/>
    <w:rsid w:val="006E23BD"/>
    <w:rsid w:val="00700970"/>
    <w:rsid w:val="007058BE"/>
    <w:rsid w:val="00711505"/>
    <w:rsid w:val="00721C18"/>
    <w:rsid w:val="00721CF8"/>
    <w:rsid w:val="00722684"/>
    <w:rsid w:val="007239C0"/>
    <w:rsid w:val="00725277"/>
    <w:rsid w:val="00725DBB"/>
    <w:rsid w:val="00727C00"/>
    <w:rsid w:val="00730431"/>
    <w:rsid w:val="00762B34"/>
    <w:rsid w:val="00770283"/>
    <w:rsid w:val="00770FB6"/>
    <w:rsid w:val="00772F76"/>
    <w:rsid w:val="007868E3"/>
    <w:rsid w:val="00792294"/>
    <w:rsid w:val="007A77A6"/>
    <w:rsid w:val="007B1A84"/>
    <w:rsid w:val="007C3C84"/>
    <w:rsid w:val="007D0E0D"/>
    <w:rsid w:val="007F0999"/>
    <w:rsid w:val="007F3738"/>
    <w:rsid w:val="007F628D"/>
    <w:rsid w:val="007F7D13"/>
    <w:rsid w:val="007F7F11"/>
    <w:rsid w:val="00807DBA"/>
    <w:rsid w:val="00810D00"/>
    <w:rsid w:val="00812014"/>
    <w:rsid w:val="00817A8C"/>
    <w:rsid w:val="00821A8B"/>
    <w:rsid w:val="008226FF"/>
    <w:rsid w:val="008432D8"/>
    <w:rsid w:val="00844FA0"/>
    <w:rsid w:val="008517ED"/>
    <w:rsid w:val="008518FA"/>
    <w:rsid w:val="008550D4"/>
    <w:rsid w:val="00856BD3"/>
    <w:rsid w:val="00860580"/>
    <w:rsid w:val="00862763"/>
    <w:rsid w:val="00870F28"/>
    <w:rsid w:val="00872381"/>
    <w:rsid w:val="008723C4"/>
    <w:rsid w:val="00872AEA"/>
    <w:rsid w:val="008757DC"/>
    <w:rsid w:val="00875B49"/>
    <w:rsid w:val="008808BA"/>
    <w:rsid w:val="008809D7"/>
    <w:rsid w:val="0088324D"/>
    <w:rsid w:val="00893E10"/>
    <w:rsid w:val="00895859"/>
    <w:rsid w:val="008A2B01"/>
    <w:rsid w:val="008B2B25"/>
    <w:rsid w:val="008B5E99"/>
    <w:rsid w:val="008B66D8"/>
    <w:rsid w:val="008C1287"/>
    <w:rsid w:val="008C237D"/>
    <w:rsid w:val="008C31F9"/>
    <w:rsid w:val="008C6EA5"/>
    <w:rsid w:val="008D63EF"/>
    <w:rsid w:val="008D72F9"/>
    <w:rsid w:val="008F1961"/>
    <w:rsid w:val="00902A96"/>
    <w:rsid w:val="00903749"/>
    <w:rsid w:val="009076A5"/>
    <w:rsid w:val="00913406"/>
    <w:rsid w:val="00914EFA"/>
    <w:rsid w:val="00917CE9"/>
    <w:rsid w:val="00920880"/>
    <w:rsid w:val="00936D5E"/>
    <w:rsid w:val="009423D6"/>
    <w:rsid w:val="00944B85"/>
    <w:rsid w:val="0095140B"/>
    <w:rsid w:val="009519D5"/>
    <w:rsid w:val="00951C22"/>
    <w:rsid w:val="009524D5"/>
    <w:rsid w:val="009551C9"/>
    <w:rsid w:val="00955EEE"/>
    <w:rsid w:val="0095683E"/>
    <w:rsid w:val="00957026"/>
    <w:rsid w:val="009602F5"/>
    <w:rsid w:val="00961123"/>
    <w:rsid w:val="00973E6C"/>
    <w:rsid w:val="00974865"/>
    <w:rsid w:val="00974F18"/>
    <w:rsid w:val="0097673C"/>
    <w:rsid w:val="0098541A"/>
    <w:rsid w:val="009A3265"/>
    <w:rsid w:val="009A66F1"/>
    <w:rsid w:val="009A7B7B"/>
    <w:rsid w:val="009B46A6"/>
    <w:rsid w:val="009B7886"/>
    <w:rsid w:val="009C07CE"/>
    <w:rsid w:val="009C5C92"/>
    <w:rsid w:val="009E6426"/>
    <w:rsid w:val="009E65BD"/>
    <w:rsid w:val="009E7FC6"/>
    <w:rsid w:val="00A03840"/>
    <w:rsid w:val="00A06DDA"/>
    <w:rsid w:val="00A07978"/>
    <w:rsid w:val="00A07D76"/>
    <w:rsid w:val="00A1640B"/>
    <w:rsid w:val="00A169A0"/>
    <w:rsid w:val="00A2180B"/>
    <w:rsid w:val="00A236E4"/>
    <w:rsid w:val="00A271D2"/>
    <w:rsid w:val="00A32F9F"/>
    <w:rsid w:val="00A4057C"/>
    <w:rsid w:val="00A570C0"/>
    <w:rsid w:val="00A63C29"/>
    <w:rsid w:val="00A65AB4"/>
    <w:rsid w:val="00A707EA"/>
    <w:rsid w:val="00A72955"/>
    <w:rsid w:val="00A73EDD"/>
    <w:rsid w:val="00A7444F"/>
    <w:rsid w:val="00A75EDC"/>
    <w:rsid w:val="00A86CDD"/>
    <w:rsid w:val="00A86FEC"/>
    <w:rsid w:val="00A87D3C"/>
    <w:rsid w:val="00AA0534"/>
    <w:rsid w:val="00AA301B"/>
    <w:rsid w:val="00AA6F71"/>
    <w:rsid w:val="00AB0AE1"/>
    <w:rsid w:val="00AB199A"/>
    <w:rsid w:val="00AB327A"/>
    <w:rsid w:val="00AB6C17"/>
    <w:rsid w:val="00AB725B"/>
    <w:rsid w:val="00AC1934"/>
    <w:rsid w:val="00AC1CDD"/>
    <w:rsid w:val="00AC4D4A"/>
    <w:rsid w:val="00AD3657"/>
    <w:rsid w:val="00AD6AE6"/>
    <w:rsid w:val="00AE0B12"/>
    <w:rsid w:val="00AE191A"/>
    <w:rsid w:val="00AF06D8"/>
    <w:rsid w:val="00AF704A"/>
    <w:rsid w:val="00B01E24"/>
    <w:rsid w:val="00B210A3"/>
    <w:rsid w:val="00B272C6"/>
    <w:rsid w:val="00B274ED"/>
    <w:rsid w:val="00B441A0"/>
    <w:rsid w:val="00B449F7"/>
    <w:rsid w:val="00B50524"/>
    <w:rsid w:val="00B519FF"/>
    <w:rsid w:val="00B523B6"/>
    <w:rsid w:val="00B5619A"/>
    <w:rsid w:val="00B66C65"/>
    <w:rsid w:val="00B67F84"/>
    <w:rsid w:val="00B73FBF"/>
    <w:rsid w:val="00B7404C"/>
    <w:rsid w:val="00B75E44"/>
    <w:rsid w:val="00B767D6"/>
    <w:rsid w:val="00B80717"/>
    <w:rsid w:val="00B808C0"/>
    <w:rsid w:val="00B820F4"/>
    <w:rsid w:val="00B82EB3"/>
    <w:rsid w:val="00B876D0"/>
    <w:rsid w:val="00B92DD7"/>
    <w:rsid w:val="00BB28CC"/>
    <w:rsid w:val="00BC5855"/>
    <w:rsid w:val="00BC68ED"/>
    <w:rsid w:val="00BC7BAE"/>
    <w:rsid w:val="00BE0203"/>
    <w:rsid w:val="00BE58C1"/>
    <w:rsid w:val="00BF3A1A"/>
    <w:rsid w:val="00BF3FB9"/>
    <w:rsid w:val="00C07EB6"/>
    <w:rsid w:val="00C23FB1"/>
    <w:rsid w:val="00C279CD"/>
    <w:rsid w:val="00C305A4"/>
    <w:rsid w:val="00C32972"/>
    <w:rsid w:val="00C3332A"/>
    <w:rsid w:val="00C36BA9"/>
    <w:rsid w:val="00C42F48"/>
    <w:rsid w:val="00C529FC"/>
    <w:rsid w:val="00C53D1A"/>
    <w:rsid w:val="00C54CF6"/>
    <w:rsid w:val="00C75AB2"/>
    <w:rsid w:val="00C913C2"/>
    <w:rsid w:val="00C92E46"/>
    <w:rsid w:val="00C96B38"/>
    <w:rsid w:val="00CA0C48"/>
    <w:rsid w:val="00CA75B8"/>
    <w:rsid w:val="00CA782E"/>
    <w:rsid w:val="00CB1CD7"/>
    <w:rsid w:val="00CB491A"/>
    <w:rsid w:val="00CC0152"/>
    <w:rsid w:val="00CC1703"/>
    <w:rsid w:val="00CC1A8A"/>
    <w:rsid w:val="00CD25C0"/>
    <w:rsid w:val="00CE541A"/>
    <w:rsid w:val="00CF517A"/>
    <w:rsid w:val="00CF5EC4"/>
    <w:rsid w:val="00CF694A"/>
    <w:rsid w:val="00D039FE"/>
    <w:rsid w:val="00D03DC7"/>
    <w:rsid w:val="00D060ED"/>
    <w:rsid w:val="00D33F38"/>
    <w:rsid w:val="00D37E01"/>
    <w:rsid w:val="00D51252"/>
    <w:rsid w:val="00D51401"/>
    <w:rsid w:val="00D51A20"/>
    <w:rsid w:val="00D52521"/>
    <w:rsid w:val="00D61F6D"/>
    <w:rsid w:val="00D65EE2"/>
    <w:rsid w:val="00D7252D"/>
    <w:rsid w:val="00D7457C"/>
    <w:rsid w:val="00D753BD"/>
    <w:rsid w:val="00D76073"/>
    <w:rsid w:val="00D76FE0"/>
    <w:rsid w:val="00D80EA9"/>
    <w:rsid w:val="00D8265F"/>
    <w:rsid w:val="00D84529"/>
    <w:rsid w:val="00D8596A"/>
    <w:rsid w:val="00DB4AA1"/>
    <w:rsid w:val="00DC1607"/>
    <w:rsid w:val="00DC30A1"/>
    <w:rsid w:val="00DC3521"/>
    <w:rsid w:val="00DC77C5"/>
    <w:rsid w:val="00DD288A"/>
    <w:rsid w:val="00DD3995"/>
    <w:rsid w:val="00DE3F80"/>
    <w:rsid w:val="00DF1D3D"/>
    <w:rsid w:val="00E00D42"/>
    <w:rsid w:val="00E04C4A"/>
    <w:rsid w:val="00E056B9"/>
    <w:rsid w:val="00E05B8A"/>
    <w:rsid w:val="00E122C9"/>
    <w:rsid w:val="00E21496"/>
    <w:rsid w:val="00E3121F"/>
    <w:rsid w:val="00E318A2"/>
    <w:rsid w:val="00E323F7"/>
    <w:rsid w:val="00E32D91"/>
    <w:rsid w:val="00E32FDC"/>
    <w:rsid w:val="00E3357F"/>
    <w:rsid w:val="00E34065"/>
    <w:rsid w:val="00E42D2D"/>
    <w:rsid w:val="00E46470"/>
    <w:rsid w:val="00E46CB6"/>
    <w:rsid w:val="00E50B1F"/>
    <w:rsid w:val="00E51D23"/>
    <w:rsid w:val="00E556ED"/>
    <w:rsid w:val="00E55C2E"/>
    <w:rsid w:val="00E601A4"/>
    <w:rsid w:val="00E63F59"/>
    <w:rsid w:val="00E6569F"/>
    <w:rsid w:val="00E675B3"/>
    <w:rsid w:val="00E8573E"/>
    <w:rsid w:val="00E8623B"/>
    <w:rsid w:val="00E867B0"/>
    <w:rsid w:val="00E90B16"/>
    <w:rsid w:val="00E92F66"/>
    <w:rsid w:val="00E947AB"/>
    <w:rsid w:val="00E970D1"/>
    <w:rsid w:val="00EA2FEC"/>
    <w:rsid w:val="00EA33A2"/>
    <w:rsid w:val="00EB0B84"/>
    <w:rsid w:val="00EB4433"/>
    <w:rsid w:val="00EB7245"/>
    <w:rsid w:val="00EC43CD"/>
    <w:rsid w:val="00ED05BE"/>
    <w:rsid w:val="00ED0E3C"/>
    <w:rsid w:val="00ED560D"/>
    <w:rsid w:val="00EE6F0E"/>
    <w:rsid w:val="00EF5261"/>
    <w:rsid w:val="00F05DD6"/>
    <w:rsid w:val="00F136C1"/>
    <w:rsid w:val="00F22ED6"/>
    <w:rsid w:val="00F31813"/>
    <w:rsid w:val="00F32114"/>
    <w:rsid w:val="00F34140"/>
    <w:rsid w:val="00F40C59"/>
    <w:rsid w:val="00F45C6F"/>
    <w:rsid w:val="00F5140F"/>
    <w:rsid w:val="00F5274B"/>
    <w:rsid w:val="00F5439E"/>
    <w:rsid w:val="00F54FA6"/>
    <w:rsid w:val="00F55EE7"/>
    <w:rsid w:val="00F61412"/>
    <w:rsid w:val="00F648EE"/>
    <w:rsid w:val="00F6707D"/>
    <w:rsid w:val="00F67C4E"/>
    <w:rsid w:val="00F75F14"/>
    <w:rsid w:val="00F76280"/>
    <w:rsid w:val="00F83A8B"/>
    <w:rsid w:val="00F84CC5"/>
    <w:rsid w:val="00F85E7C"/>
    <w:rsid w:val="00F96745"/>
    <w:rsid w:val="00FA525D"/>
    <w:rsid w:val="00FA541D"/>
    <w:rsid w:val="00FA6493"/>
    <w:rsid w:val="00FB4A25"/>
    <w:rsid w:val="00FD1DED"/>
    <w:rsid w:val="00FD3E50"/>
    <w:rsid w:val="00FD4363"/>
    <w:rsid w:val="00FD6F2B"/>
    <w:rsid w:val="00FE57C9"/>
    <w:rsid w:val="00FF2D60"/>
    <w:rsid w:val="00FF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34441"/>
  <w14:defaultImageDpi w14:val="32767"/>
  <w15:chartTrackingRefBased/>
  <w15:docId w15:val="{733CC2B5-2E18-4918-93A9-B003A1F51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F136C1"/>
    <w:pPr>
      <w:spacing w:line="288" w:lineRule="auto"/>
    </w:pPr>
    <w:rPr>
      <w:rFonts w:ascii="Aptos" w:hAnsi="Aptos"/>
      <w:color w:val="000000" w:themeColor="text1"/>
      <w:spacing w:val="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36C1"/>
    <w:pPr>
      <w:keepNext/>
      <w:keepLines/>
      <w:shd w:val="clear" w:color="auto" w:fill="FFFFFF" w:themeFill="background1"/>
      <w:spacing w:before="480"/>
      <w:outlineLvl w:val="0"/>
    </w:pPr>
    <w:rPr>
      <w:rFonts w:eastAsiaTheme="majorEastAsia" w:cstheme="minorHAnsi"/>
      <w:b/>
      <w:bCs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36C1"/>
    <w:pPr>
      <w:keepNext/>
      <w:keepLines/>
      <w:spacing w:before="240"/>
      <w:outlineLvl w:val="1"/>
    </w:pPr>
    <w:rPr>
      <w:rFonts w:eastAsiaTheme="majorEastAsia" w:cstheme="minorHAns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136C1"/>
    <w:pPr>
      <w:keepNext/>
      <w:keepLines/>
      <w:spacing w:before="240"/>
      <w:outlineLvl w:val="2"/>
    </w:pPr>
    <w:rPr>
      <w:rFonts w:eastAsiaTheme="majorEastAsia" w:cstheme="minorHAns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36C1"/>
    <w:pPr>
      <w:keepNext/>
      <w:keepLines/>
      <w:spacing w:before="240"/>
      <w:outlineLvl w:val="3"/>
    </w:pPr>
    <w:rPr>
      <w:rFonts w:eastAsiaTheme="majorEastAsia" w:cstheme="minorHAnsi"/>
      <w:b/>
      <w:bCs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26FBE"/>
    <w:pPr>
      <w:keepNext/>
      <w:keepLines/>
      <w:spacing w:before="40"/>
      <w:outlineLvl w:val="4"/>
    </w:pPr>
    <w:rPr>
      <w:rFonts w:asciiTheme="majorHAnsi" w:eastAsiaTheme="majorEastAsia" w:hAnsiTheme="majorHAnsi" w:cstheme="majorBidi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26FBE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974865"/>
    <w:pPr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6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4865"/>
    <w:rPr>
      <w:rFonts w:asciiTheme="majorHAnsi" w:eastAsiaTheme="majorEastAsia" w:hAnsiTheme="majorHAnsi" w:cstheme="majorBidi"/>
      <w:b/>
      <w:spacing w:val="-10"/>
      <w:kern w:val="28"/>
      <w:sz w:val="64"/>
      <w:szCs w:val="56"/>
      <w:lang w:val="en-CA"/>
    </w:rPr>
  </w:style>
  <w:style w:type="character" w:customStyle="1" w:styleId="Nagwek1Znak">
    <w:name w:val="Nagłówek 1 Znak"/>
    <w:basedOn w:val="Domylnaczcionkaakapitu"/>
    <w:link w:val="Nagwek1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36"/>
      <w:szCs w:val="32"/>
      <w:shd w:val="clear" w:color="auto" w:fill="FFFFFF" w:themeFill="background1"/>
      <w:lang w:val="en-CA"/>
    </w:rPr>
  </w:style>
  <w:style w:type="character" w:customStyle="1" w:styleId="Nagwek2Znak">
    <w:name w:val="Nagłówek 2 Znak"/>
    <w:basedOn w:val="Domylnaczcionkaakapitu"/>
    <w:link w:val="Nagwek2"/>
    <w:uiPriority w:val="9"/>
    <w:rsid w:val="00F136C1"/>
    <w:rPr>
      <w:rFonts w:ascii="Aptos" w:eastAsiaTheme="majorEastAsia" w:hAnsi="Aptos" w:cstheme="minorHAnsi"/>
      <w:b/>
      <w:bCs/>
      <w:color w:val="000000" w:themeColor="text1"/>
      <w:spacing w:val="2"/>
      <w:sz w:val="28"/>
      <w:szCs w:val="26"/>
      <w:lang w:val="en-C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237AE"/>
    <w:pPr>
      <w:spacing w:line="276" w:lineRule="auto"/>
      <w:outlineLvl w:val="9"/>
    </w:pPr>
    <w:rPr>
      <w:b w:val="0"/>
      <w:bCs w:val="0"/>
      <w:sz w:val="28"/>
      <w:szCs w:val="28"/>
      <w:lang w:val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237AE"/>
    <w:pPr>
      <w:spacing w:before="120"/>
    </w:pPr>
    <w:rPr>
      <w:rFonts w:cstheme="minorHAnsi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unhideWhenUsed/>
    <w:rsid w:val="000237AE"/>
    <w:pPr>
      <w:spacing w:before="120"/>
      <w:ind w:left="240"/>
    </w:pPr>
    <w:rPr>
      <w:rFonts w:cstheme="minorHAns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0237AE"/>
    <w:rPr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0237AE"/>
    <w:pPr>
      <w:ind w:left="480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0237AE"/>
    <w:pPr>
      <w:ind w:left="720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0237AE"/>
    <w:pPr>
      <w:ind w:left="960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0237AE"/>
    <w:pPr>
      <w:ind w:left="1200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0237AE"/>
    <w:pPr>
      <w:ind w:left="1440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0237AE"/>
    <w:pPr>
      <w:ind w:left="1680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0237AE"/>
    <w:pPr>
      <w:ind w:left="1920"/>
    </w:pPr>
    <w:rPr>
      <w:rFonts w:cstheme="minorHAnsi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F136C1"/>
    <w:rPr>
      <w:rFonts w:ascii="Aptos" w:eastAsiaTheme="majorEastAsia" w:hAnsi="Aptos" w:cstheme="minorHAnsi"/>
      <w:b/>
      <w:bCs/>
      <w:spacing w:val="2"/>
      <w:lang w:val="en-CA"/>
    </w:rPr>
  </w:style>
  <w:style w:type="character" w:customStyle="1" w:styleId="Nagwek4Znak">
    <w:name w:val="Nagłówek 4 Znak"/>
    <w:basedOn w:val="Domylnaczcionkaakapitu"/>
    <w:link w:val="Nagwek4"/>
    <w:uiPriority w:val="9"/>
    <w:rsid w:val="00F136C1"/>
    <w:rPr>
      <w:rFonts w:ascii="Aptos" w:eastAsiaTheme="majorEastAsia" w:hAnsi="Aptos" w:cstheme="minorHAnsi"/>
      <w:b/>
      <w:bCs/>
      <w:iCs/>
      <w:spacing w:val="2"/>
      <w:lang w:val="en-CA"/>
    </w:rPr>
  </w:style>
  <w:style w:type="paragraph" w:styleId="Akapitzlist">
    <w:name w:val="List Paragraph"/>
    <w:basedOn w:val="Normalny"/>
    <w:uiPriority w:val="34"/>
    <w:qFormat/>
    <w:rsid w:val="00BF3A1A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rsid w:val="00DF1D3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B0969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26FBE"/>
    <w:rPr>
      <w:rFonts w:asciiTheme="majorHAnsi" w:eastAsiaTheme="majorEastAsia" w:hAnsiTheme="majorHAnsi" w:cstheme="majorBidi"/>
      <w:color w:val="000000" w:themeColor="text1"/>
      <w:lang w:val="en-CA"/>
    </w:rPr>
  </w:style>
  <w:style w:type="table" w:styleId="Tabela-Siatka">
    <w:name w:val="Table Grid"/>
    <w:basedOn w:val="Standardowy"/>
    <w:uiPriority w:val="39"/>
    <w:rsid w:val="00A1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01A4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01A4"/>
    <w:rPr>
      <w:lang w:val="en-CA"/>
    </w:rPr>
  </w:style>
  <w:style w:type="paragraph" w:styleId="Stopka">
    <w:name w:val="footer"/>
    <w:basedOn w:val="Normalny"/>
    <w:link w:val="StopkaZnak"/>
    <w:uiPriority w:val="99"/>
    <w:unhideWhenUsed/>
    <w:rsid w:val="005460D7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D7"/>
    <w:rPr>
      <w:color w:val="000000" w:themeColor="text1"/>
      <w:lang w:val="en-C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F48"/>
    <w:pPr>
      <w:numPr>
        <w:ilvl w:val="1"/>
      </w:numPr>
      <w:spacing w:after="160"/>
      <w:jc w:val="center"/>
    </w:pPr>
    <w:rPr>
      <w:rFonts w:eastAsiaTheme="minorEastAsia"/>
      <w:spacing w:val="15"/>
      <w:sz w:val="3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42F48"/>
    <w:rPr>
      <w:rFonts w:eastAsiaTheme="minorEastAsia"/>
      <w:spacing w:val="15"/>
      <w:sz w:val="32"/>
      <w:szCs w:val="22"/>
      <w:lang w:val="en-CA"/>
    </w:rPr>
  </w:style>
  <w:style w:type="character" w:styleId="Pogrubienie">
    <w:name w:val="Strong"/>
    <w:basedOn w:val="Domylnaczcionkaakapitu"/>
    <w:uiPriority w:val="22"/>
    <w:qFormat/>
    <w:rsid w:val="000E21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strux%20Media\Documents\Linda's%20files\Projects_22-23\eCampus%20Ontario\Development%20Documents\Templates\New%20content\Accessible_MSWord_Template.dotx" TargetMode="Externa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33F70"/>
      </a:accent1>
      <a:accent2>
        <a:srgbClr val="538135"/>
      </a:accent2>
      <a:accent3>
        <a:srgbClr val="3A3838"/>
      </a:accent3>
      <a:accent4>
        <a:srgbClr val="C55A11"/>
      </a:accent4>
      <a:accent5>
        <a:srgbClr val="2E75B5"/>
      </a:accent5>
      <a:accent6>
        <a:srgbClr val="538135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9ff45-e132-4190-b23f-3a25b93634e0" xsi:nil="true"/>
    <lcf76f155ced4ddcb4097134ff3c332f xmlns="cd825445-1565-4f9d-9107-b0f38a69d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9BB4FEDD611F41B5FFE302509EBF49" ma:contentTypeVersion="19" ma:contentTypeDescription="Create a new document." ma:contentTypeScope="" ma:versionID="05d5acf8393b47602e98d6e87df68a0e">
  <xsd:schema xmlns:xsd="http://www.w3.org/2001/XMLSchema" xmlns:xs="http://www.w3.org/2001/XMLSchema" xmlns:p="http://schemas.microsoft.com/office/2006/metadata/properties" xmlns:ns2="76f9ff45-e132-4190-b23f-3a25b93634e0" xmlns:ns3="cd825445-1565-4f9d-9107-b0f38a69d8d5" targetNamespace="http://schemas.microsoft.com/office/2006/metadata/properties" ma:root="true" ma:fieldsID="398bc2ac40c55d20b690785586d4ff5b" ns2:_="" ns3:_="">
    <xsd:import namespace="76f9ff45-e132-4190-b23f-3a25b93634e0"/>
    <xsd:import namespace="cd825445-1565-4f9d-9107-b0f38a69d8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9ff45-e132-4190-b23f-3a25b93634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d3812367-09f8-41ac-99d8-bbfa13b1f402}" ma:internalName="TaxCatchAll" ma:showField="CatchAllData" ma:web="76f9ff45-e132-4190-b23f-3a25b93634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825445-1565-4f9d-9107-b0f38a69d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616c942-2137-4ce8-9477-cac697958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710F73-F6F5-8442-859C-CC5C019D7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7F4CEF-4592-4167-A1F7-1174738EE1E3}">
  <ds:schemaRefs>
    <ds:schemaRef ds:uri="http://schemas.microsoft.com/office/2006/metadata/properties"/>
    <ds:schemaRef ds:uri="http://schemas.microsoft.com/office/infopath/2007/PartnerControls"/>
    <ds:schemaRef ds:uri="76f9ff45-e132-4190-b23f-3a25b93634e0"/>
    <ds:schemaRef ds:uri="cd825445-1565-4f9d-9107-b0f38a69d8d5"/>
  </ds:schemaRefs>
</ds:datastoreItem>
</file>

<file path=customXml/itemProps3.xml><?xml version="1.0" encoding="utf-8"?>
<ds:datastoreItem xmlns:ds="http://schemas.openxmlformats.org/officeDocument/2006/customXml" ds:itemID="{792F6A82-5B3C-4BC1-AADB-59CA05928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9ff45-e132-4190-b23f-3a25b93634e0"/>
    <ds:schemaRef ds:uri="cd825445-1565-4f9d-9107-b0f38a69d8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57A56-32D6-450A-8FB8-33ACA23837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Accessible_MSWord_Template</Template>
  <TotalTime>1</TotalTime>
  <Pages>3</Pages>
  <Words>304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Instrux Media</dc:creator>
  <cp:keywords/>
  <dc:description/>
  <cp:lastModifiedBy>Mateusz Zyśk</cp:lastModifiedBy>
  <cp:revision>3</cp:revision>
  <cp:lastPrinted>2025-11-12T13:41:00Z</cp:lastPrinted>
  <dcterms:created xsi:type="dcterms:W3CDTF">2025-11-12T13:41:00Z</dcterms:created>
  <dcterms:modified xsi:type="dcterms:W3CDTF">2025-11-12T13:42:00Z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0x010100489BB4FEDD611F41B5FFE302509EBF49</vt:lpwstr>
  </property>
  <property fmtid="{D5CDD505-2E9C-101B-9397-08002B2CF9AE}" pid="3" name="MediaServiceImageTags">
    <vt:lpwstr/>
  </property>
</Properties>
</file>